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DE4DE" w14:textId="7777777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BB228C" w:rsidRPr="00BB228C">
        <w:rPr>
          <w:rFonts w:ascii="Arial" w:hAnsi="Arial" w:cs="Arial"/>
          <w:bCs/>
          <w:i w:val="0"/>
          <w:szCs w:val="24"/>
        </w:rPr>
        <w:t>1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0A02017A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09FF5D38" w14:textId="77777777" w:rsidR="006676AE" w:rsidRPr="0012157F" w:rsidRDefault="00BB228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B228C">
        <w:rPr>
          <w:rFonts w:ascii="Arial" w:hAnsi="Arial" w:cs="Arial"/>
        </w:rPr>
        <w:t>Gmina Brześć Kujawski</w:t>
      </w:r>
    </w:p>
    <w:p w14:paraId="24A7F427" w14:textId="77777777" w:rsidR="006676AE" w:rsidRPr="0012157F" w:rsidRDefault="00BB228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B228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B228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A4E4898" w14:textId="77777777" w:rsidR="00F90CD1" w:rsidRDefault="00BB228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B228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B228C">
        <w:rPr>
          <w:rFonts w:ascii="Arial" w:hAnsi="Arial" w:cs="Arial"/>
        </w:rPr>
        <w:t>Brześć Kujawski</w:t>
      </w:r>
    </w:p>
    <w:p w14:paraId="0843D38D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2D178404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7A306557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6D9DDDDE" w14:textId="77777777" w:rsidTr="0018769E">
        <w:tc>
          <w:tcPr>
            <w:tcW w:w="2800" w:type="dxa"/>
          </w:tcPr>
          <w:p w14:paraId="2DACBD48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56E6449A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AE2B2CB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5F1F056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6271FA4" w14:textId="77777777" w:rsidTr="0018769E">
        <w:tc>
          <w:tcPr>
            <w:tcW w:w="2800" w:type="dxa"/>
          </w:tcPr>
          <w:p w14:paraId="5C558A8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58B13BA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2498BB9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A81F1D3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5F5B750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B228C" w:rsidRPr="0012157F" w14:paraId="07344C68" w14:textId="77777777" w:rsidTr="006331B5">
        <w:tc>
          <w:tcPr>
            <w:tcW w:w="9104" w:type="dxa"/>
            <w:shd w:val="clear" w:color="auto" w:fill="D9D9D9"/>
          </w:tcPr>
          <w:p w14:paraId="3E863EA5" w14:textId="77777777" w:rsidR="00BB228C" w:rsidRPr="0012157F" w:rsidRDefault="00BB228C" w:rsidP="006331B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3F1E1DD4" w14:textId="77777777" w:rsidR="00BB228C" w:rsidRPr="0012157F" w:rsidRDefault="00BB228C" w:rsidP="006331B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B228C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016B1859" w14:textId="77777777" w:rsidR="00BB228C" w:rsidRPr="00612283" w:rsidRDefault="00BB228C" w:rsidP="006331B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0491C901" w14:textId="77777777" w:rsidR="00BB228C" w:rsidRPr="00612283" w:rsidRDefault="00BB228C" w:rsidP="006331B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7D8E774" w14:textId="77777777" w:rsidR="00BB228C" w:rsidRPr="0012157F" w:rsidRDefault="00BB228C" w:rsidP="006331B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C63DE49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29EC02E7" w14:textId="77777777" w:rsidTr="0018769E">
        <w:tc>
          <w:tcPr>
            <w:tcW w:w="2269" w:type="dxa"/>
          </w:tcPr>
          <w:p w14:paraId="1E5392AE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072ECFF1" w14:textId="77777777" w:rsidR="002578E4" w:rsidRPr="00A2540E" w:rsidRDefault="00BB228C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B228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parkingu w Guźlinie, placu zabaw wraz z zagospodarowaniem zieleni oraz budowa drogi Pikutkowo - Guźlin</w:t>
            </w:r>
            <w:r w:rsidR="002578E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BB228C" w:rsidRPr="00A2540E" w14:paraId="7F3B14B1" w14:textId="77777777" w:rsidTr="006331B5">
        <w:tc>
          <w:tcPr>
            <w:tcW w:w="2269" w:type="dxa"/>
          </w:tcPr>
          <w:p w14:paraId="5E383427" w14:textId="77777777" w:rsidR="00BB228C" w:rsidRPr="00A2540E" w:rsidRDefault="00BB228C" w:rsidP="006331B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2D35AD03" w14:textId="77777777" w:rsidR="00BB228C" w:rsidRPr="00A2540E" w:rsidRDefault="00BB228C" w:rsidP="006331B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B228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BI.II.271.25.2025.NŻ</w:t>
            </w:r>
          </w:p>
        </w:tc>
      </w:tr>
    </w:tbl>
    <w:p w14:paraId="1895CAE1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594E7E3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B228C" w:rsidRPr="00BB228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5C1F8922" w14:textId="77777777" w:rsidTr="00650D6C">
        <w:tc>
          <w:tcPr>
            <w:tcW w:w="9104" w:type="dxa"/>
            <w:shd w:val="clear" w:color="auto" w:fill="D9D9D9"/>
          </w:tcPr>
          <w:p w14:paraId="7C90DA9C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0DCBDEF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F6F58D5" w14:textId="77777777" w:rsidR="00BB228C" w:rsidRPr="00992BD8" w:rsidRDefault="00BB228C" w:rsidP="00BB228C">
      <w:pPr>
        <w:spacing w:after="0"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1DAFC982" w14:textId="77777777" w:rsidR="002426FF" w:rsidRPr="00A44833" w:rsidRDefault="00BB228C" w:rsidP="00BB228C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  <w:r w:rsidRPr="0012157F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12157F">
        <w:rPr>
          <w:rFonts w:ascii="Arial" w:hAnsi="Arial" w:cs="Arial"/>
          <w:sz w:val="24"/>
          <w:szCs w:val="24"/>
        </w:rPr>
        <w:br/>
        <w:t>art. 109 ust. 1 ustawy Pzp, w zakresie:</w:t>
      </w:r>
    </w:p>
    <w:p w14:paraId="7BD249E1" w14:textId="77777777" w:rsidR="00BB228C" w:rsidRPr="0012157F" w:rsidRDefault="00BB228C" w:rsidP="00BB228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D692BC8" w14:textId="77777777" w:rsidR="00BB228C" w:rsidRPr="0012157F" w:rsidRDefault="00BB228C" w:rsidP="00BB228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1</w:t>
      </w:r>
    </w:p>
    <w:p w14:paraId="56C178FD" w14:textId="77777777" w:rsidR="00BB228C" w:rsidRPr="0012157F" w:rsidRDefault="00BB228C" w:rsidP="00BB22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należności.</w:t>
      </w:r>
    </w:p>
    <w:p w14:paraId="574B59E0" w14:textId="77777777" w:rsidR="00BB228C" w:rsidRPr="00A44833" w:rsidRDefault="00BB228C" w:rsidP="00BB228C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14:paraId="00C3C9A9" w14:textId="77777777" w:rsidR="00BB228C" w:rsidRPr="0012157F" w:rsidRDefault="00BB228C" w:rsidP="00BB228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Art. 109 ust. 1 pkt 4</w:t>
      </w:r>
    </w:p>
    <w:p w14:paraId="721BFF5B" w14:textId="77777777" w:rsidR="00BB228C" w:rsidRPr="0012157F" w:rsidRDefault="00BB228C" w:rsidP="00BB228C">
      <w:pPr>
        <w:pStyle w:val="Nagwek2"/>
        <w:keepNext w:val="0"/>
        <w:keepLines w:val="0"/>
        <w:spacing w:before="0"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2157F">
        <w:rPr>
          <w:rFonts w:ascii="Arial" w:hAnsi="Arial" w:cs="Arial"/>
          <w:color w:val="auto"/>
          <w:sz w:val="24"/>
          <w:szCs w:val="24"/>
        </w:rPr>
        <w:t>Wykonawca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37203148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690F79D6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1C1E90D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5716573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0F1BA0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1E96D6D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</w:t>
      </w:r>
      <w:r w:rsidRPr="007A2BCB">
        <w:rPr>
          <w:rFonts w:ascii="Arial" w:hAnsi="Arial" w:cs="Arial"/>
          <w:sz w:val="24"/>
          <w:szCs w:val="24"/>
        </w:rPr>
        <w:lastRenderedPageBreak/>
        <w:t>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1E2FD360" w14:textId="77777777" w:rsidTr="00CD4DD1">
        <w:tc>
          <w:tcPr>
            <w:tcW w:w="9104" w:type="dxa"/>
            <w:shd w:val="clear" w:color="auto" w:fill="D9D9D9"/>
          </w:tcPr>
          <w:p w14:paraId="6317AC09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2BCCD840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0E4DB728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E8F0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5294A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B228C" w:rsidRPr="0012157F" w14:paraId="0D394BC8" w14:textId="77777777" w:rsidTr="00633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20A5" w14:textId="77777777" w:rsidR="00BB228C" w:rsidRPr="0012157F" w:rsidRDefault="00BB228C" w:rsidP="006331B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2CBC" w14:textId="77777777" w:rsidR="00BB228C" w:rsidRPr="0012157F" w:rsidRDefault="00BB228C" w:rsidP="006331B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28C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7E861D7B" w14:textId="7777777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Sytuacja ekonomiczna lub finansowa</w:t>
            </w:r>
          </w:p>
          <w:p w14:paraId="7A25FB2E" w14:textId="7777777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 xml:space="preserve">Zamawiający wymaga dołączenia do oferty informacji banku lub spółdzielczej kasy oszczędnościowo-kredytowej, potwierdzającej wysokość posiadanych środków finansowych lub zdolność kredytową wykonawcy na kwotę minimum: </w:t>
            </w:r>
          </w:p>
          <w:p w14:paraId="1E220B86" w14:textId="4EB3AE6C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 xml:space="preserve">- dla Części 1) - </w:t>
            </w:r>
            <w:r w:rsidR="00237888">
              <w:rPr>
                <w:rFonts w:ascii="Arial" w:hAnsi="Arial" w:cs="Arial"/>
                <w:sz w:val="24"/>
                <w:szCs w:val="24"/>
              </w:rPr>
              <w:t>250</w:t>
            </w:r>
            <w:r w:rsidRPr="00BB228C">
              <w:rPr>
                <w:rFonts w:ascii="Arial" w:hAnsi="Arial" w:cs="Arial"/>
                <w:sz w:val="24"/>
                <w:szCs w:val="24"/>
              </w:rPr>
              <w:t xml:space="preserve"> 000,00 zł,</w:t>
            </w:r>
          </w:p>
          <w:p w14:paraId="1B20D83E" w14:textId="56601A13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 xml:space="preserve">- dla Części 2) - </w:t>
            </w:r>
            <w:r w:rsidR="00237888">
              <w:rPr>
                <w:rFonts w:ascii="Arial" w:hAnsi="Arial" w:cs="Arial"/>
                <w:sz w:val="24"/>
                <w:szCs w:val="24"/>
              </w:rPr>
              <w:t>800</w:t>
            </w:r>
            <w:r w:rsidRPr="00BB228C">
              <w:rPr>
                <w:rFonts w:ascii="Arial" w:hAnsi="Arial" w:cs="Arial"/>
                <w:sz w:val="24"/>
                <w:szCs w:val="24"/>
              </w:rPr>
              <w:t xml:space="preserve"> 000,00 zł.</w:t>
            </w:r>
          </w:p>
          <w:p w14:paraId="56147DB7" w14:textId="7777777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Zamawiający wymaga dołączonej do oferty polisy, a w przypadku jej braku innego dokumentu potwierdzającego, że wykonawca jest ubezpieczony od odpowiedzialności cywilnej w zakresie prowadzonej działalności związanej z przedmiotem zamówienia na kwotę minimum:</w:t>
            </w:r>
          </w:p>
          <w:p w14:paraId="6B27C259" w14:textId="47F94B1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 xml:space="preserve">- dla Części 1) - </w:t>
            </w:r>
            <w:r w:rsidR="00237888">
              <w:rPr>
                <w:rFonts w:ascii="Arial" w:hAnsi="Arial" w:cs="Arial"/>
                <w:sz w:val="24"/>
                <w:szCs w:val="24"/>
              </w:rPr>
              <w:t>250</w:t>
            </w:r>
            <w:r w:rsidRPr="00BB228C">
              <w:rPr>
                <w:rFonts w:ascii="Arial" w:hAnsi="Arial" w:cs="Arial"/>
                <w:sz w:val="24"/>
                <w:szCs w:val="24"/>
              </w:rPr>
              <w:t xml:space="preserve"> 000,00 zł,</w:t>
            </w:r>
          </w:p>
          <w:p w14:paraId="6F57CD9C" w14:textId="54B75570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 xml:space="preserve">- dla Części 2) - </w:t>
            </w:r>
            <w:r w:rsidR="00237888">
              <w:rPr>
                <w:rFonts w:ascii="Arial" w:hAnsi="Arial" w:cs="Arial"/>
                <w:sz w:val="24"/>
                <w:szCs w:val="24"/>
              </w:rPr>
              <w:t>800</w:t>
            </w:r>
            <w:r w:rsidRPr="00BB228C">
              <w:rPr>
                <w:rFonts w:ascii="Arial" w:hAnsi="Arial" w:cs="Arial"/>
                <w:sz w:val="24"/>
                <w:szCs w:val="24"/>
              </w:rPr>
              <w:t xml:space="preserve"> 000,00 zł.</w:t>
            </w:r>
          </w:p>
          <w:p w14:paraId="1677CE7D" w14:textId="77777777" w:rsidR="00BB228C" w:rsidRPr="0012157F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  <w:tr w:rsidR="00BB228C" w:rsidRPr="0012157F" w14:paraId="3026446A" w14:textId="77777777" w:rsidTr="00633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FE3D" w14:textId="77777777" w:rsidR="00BB228C" w:rsidRPr="0012157F" w:rsidRDefault="00BB228C" w:rsidP="006331B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480B" w14:textId="77777777" w:rsidR="00BB228C" w:rsidRPr="0012157F" w:rsidRDefault="00BB228C" w:rsidP="006331B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28C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70A2BEB0" w14:textId="7777777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Zdolność techniczna lub zawodowa</w:t>
            </w:r>
          </w:p>
          <w:p w14:paraId="2E7A46F9" w14:textId="7777777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 zdolności technicznej lub zawodowej. </w:t>
            </w:r>
          </w:p>
          <w:p w14:paraId="24017AA0" w14:textId="7777777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Zamawiający wymaga wykazania w załączniku nr 6 do SWZ co najmniej 2 roboty budowlane:</w:t>
            </w:r>
          </w:p>
          <w:p w14:paraId="67CA207E" w14:textId="5A13D4AA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 xml:space="preserve">- dla Części 1) -  w zakresie budowy/przebudowy/remontu parkingu oraz zagospodarowania terenu o wartości minimum </w:t>
            </w:r>
            <w:r w:rsidR="00237888">
              <w:rPr>
                <w:rFonts w:ascii="Arial" w:hAnsi="Arial" w:cs="Arial"/>
                <w:sz w:val="24"/>
                <w:szCs w:val="24"/>
              </w:rPr>
              <w:t>250</w:t>
            </w:r>
            <w:r w:rsidRPr="00BB228C">
              <w:rPr>
                <w:rFonts w:ascii="Arial" w:hAnsi="Arial" w:cs="Arial"/>
                <w:sz w:val="24"/>
                <w:szCs w:val="24"/>
              </w:rPr>
              <w:t xml:space="preserve"> 000,00 zł brutto każda,</w:t>
            </w:r>
          </w:p>
          <w:p w14:paraId="504D6FD8" w14:textId="7777777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 xml:space="preserve">- dla Części 2) - w branży drogowej o wartości minimum: 1 000 000,00 zł brutto każda.  </w:t>
            </w:r>
          </w:p>
          <w:p w14:paraId="45C884CA" w14:textId="77777777" w:rsidR="00BB228C" w:rsidRPr="00BB228C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Zamawiający wymaga wykazania w załączniku nr 7 do SWZ co najmniej kierownika budowy posiadającego uprawnienia do kierowania robotami budowlanymi w specjalności inżynieryjno-drogowej [dla Części 1) i 2)].</w:t>
            </w:r>
          </w:p>
          <w:p w14:paraId="389B12A0" w14:textId="77777777" w:rsidR="00BB228C" w:rsidRPr="0012157F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  <w:tr w:rsidR="00BB228C" w:rsidRPr="0012157F" w14:paraId="6D968586" w14:textId="77777777" w:rsidTr="006331B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6A81" w14:textId="77777777" w:rsidR="00BB228C" w:rsidRPr="0012157F" w:rsidRDefault="00BB228C" w:rsidP="006331B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1A218" w14:textId="77777777" w:rsidR="00BB228C" w:rsidRPr="0012157F" w:rsidRDefault="00BB228C" w:rsidP="006331B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28C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62443447" w14:textId="77777777" w:rsidR="00BB228C" w:rsidRPr="0012157F" w:rsidRDefault="00BB228C" w:rsidP="006331B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28C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w oparciu o złożone oświadczenie (załącznik nr 1 do SWZ) na zasadzie spełnia/nie spełnia.</w:t>
            </w:r>
          </w:p>
        </w:tc>
      </w:tr>
    </w:tbl>
    <w:p w14:paraId="428D4E94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0C68FE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124C152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A1959F5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99CC686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7E78D732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7CE4952B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lastRenderedPageBreak/>
        <w:t>(wskazać nazwę/y podmiotu/ów)</w:t>
      </w:r>
    </w:p>
    <w:p w14:paraId="683B8423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4E4913BF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648768D7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39CDF3DF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1315740E" w14:textId="77777777" w:rsidTr="00CD4DD1">
        <w:tc>
          <w:tcPr>
            <w:tcW w:w="9104" w:type="dxa"/>
            <w:shd w:val="clear" w:color="auto" w:fill="D9D9D9"/>
          </w:tcPr>
          <w:p w14:paraId="2D117DD7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3911F37C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7BAEDFAB" w14:textId="77777777" w:rsidTr="00847232">
        <w:tc>
          <w:tcPr>
            <w:tcW w:w="9104" w:type="dxa"/>
            <w:shd w:val="clear" w:color="auto" w:fill="D9D9D9"/>
          </w:tcPr>
          <w:p w14:paraId="00B6B0F2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EC7A651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447F44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D327B2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1A6C942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683AA8A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4324780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7EDCB6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8A0CFFC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57DEC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420A1ECE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194CAC9D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2D86CC77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D890A" w14:textId="77777777" w:rsidR="000D392B" w:rsidRDefault="000D392B" w:rsidP="0038231F">
      <w:pPr>
        <w:spacing w:after="0" w:line="240" w:lineRule="auto"/>
      </w:pPr>
      <w:r>
        <w:separator/>
      </w:r>
    </w:p>
  </w:endnote>
  <w:endnote w:type="continuationSeparator" w:id="0">
    <w:p w14:paraId="7940F8D5" w14:textId="77777777" w:rsidR="000D392B" w:rsidRDefault="000D39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5784D" w14:textId="77777777" w:rsidR="00BB228C" w:rsidRDefault="00BB22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C6F8B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4DEFE70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7B565" w14:textId="77777777" w:rsidR="00BB228C" w:rsidRDefault="00BB2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03280" w14:textId="77777777" w:rsidR="000D392B" w:rsidRDefault="000D392B" w:rsidP="0038231F">
      <w:pPr>
        <w:spacing w:after="0" w:line="240" w:lineRule="auto"/>
      </w:pPr>
      <w:r>
        <w:separator/>
      </w:r>
    </w:p>
  </w:footnote>
  <w:footnote w:type="continuationSeparator" w:id="0">
    <w:p w14:paraId="511466D5" w14:textId="77777777" w:rsidR="000D392B" w:rsidRDefault="000D392B" w:rsidP="0038231F">
      <w:pPr>
        <w:spacing w:after="0" w:line="240" w:lineRule="auto"/>
      </w:pPr>
      <w:r>
        <w:continuationSeparator/>
      </w:r>
    </w:p>
  </w:footnote>
  <w:footnote w:id="1">
    <w:p w14:paraId="558BBB73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CA3187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EEB0CC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01700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41E85" w14:textId="77777777" w:rsidR="00BB228C" w:rsidRDefault="00BB22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68E05" w14:textId="77777777" w:rsidR="00BB228C" w:rsidRDefault="00BB22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E7C7" w14:textId="77777777" w:rsidR="00BB228C" w:rsidRDefault="00BB22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490726">
    <w:abstractNumId w:val="11"/>
  </w:num>
  <w:num w:numId="2" w16cid:durableId="1512717353">
    <w:abstractNumId w:val="0"/>
  </w:num>
  <w:num w:numId="3" w16cid:durableId="660734429">
    <w:abstractNumId w:val="10"/>
  </w:num>
  <w:num w:numId="4" w16cid:durableId="968248628">
    <w:abstractNumId w:val="13"/>
  </w:num>
  <w:num w:numId="5" w16cid:durableId="425544702">
    <w:abstractNumId w:val="12"/>
  </w:num>
  <w:num w:numId="6" w16cid:durableId="289674234">
    <w:abstractNumId w:val="9"/>
  </w:num>
  <w:num w:numId="7" w16cid:durableId="566260574">
    <w:abstractNumId w:val="1"/>
  </w:num>
  <w:num w:numId="8" w16cid:durableId="497577015">
    <w:abstractNumId w:val="6"/>
  </w:num>
  <w:num w:numId="9" w16cid:durableId="1285037787">
    <w:abstractNumId w:val="4"/>
  </w:num>
  <w:num w:numId="10" w16cid:durableId="1846046502">
    <w:abstractNumId w:val="7"/>
  </w:num>
  <w:num w:numId="11" w16cid:durableId="1697610284">
    <w:abstractNumId w:val="5"/>
  </w:num>
  <w:num w:numId="12" w16cid:durableId="934895771">
    <w:abstractNumId w:val="8"/>
  </w:num>
  <w:num w:numId="13" w16cid:durableId="1984113555">
    <w:abstractNumId w:val="3"/>
  </w:num>
  <w:num w:numId="14" w16cid:durableId="1431245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201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392B"/>
    <w:rsid w:val="000D6F17"/>
    <w:rsid w:val="000D73C4"/>
    <w:rsid w:val="000E4C8B"/>
    <w:rsid w:val="000E4D37"/>
    <w:rsid w:val="000E6201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37888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3038A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C7FB3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B4ED9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47D12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B228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6D5C3"/>
  <w15:docId w15:val="{29F4B75D-173E-45FF-BEE8-D8EF79BE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5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3</cp:revision>
  <cp:lastPrinted>2016-07-26T10:32:00Z</cp:lastPrinted>
  <dcterms:created xsi:type="dcterms:W3CDTF">2025-08-12T12:53:00Z</dcterms:created>
  <dcterms:modified xsi:type="dcterms:W3CDTF">2025-08-18T13:08:00Z</dcterms:modified>
</cp:coreProperties>
</file>